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16" w:rsidRPr="007C21C3" w:rsidRDefault="00230A22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 xml:space="preserve">Working Group </w:t>
      </w:r>
      <w:r w:rsidR="00D37C1C">
        <w:rPr>
          <w:b/>
          <w:u w:val="single"/>
        </w:rPr>
        <w:t>2</w:t>
      </w:r>
      <w:r>
        <w:rPr>
          <w:b/>
          <w:u w:val="single"/>
        </w:rPr>
        <w:t xml:space="preserve"> </w:t>
      </w:r>
      <w:r w:rsidR="007C21C3">
        <w:rPr>
          <w:b/>
          <w:u w:val="single"/>
        </w:rPr>
        <w:t>on CfD</w:t>
      </w:r>
      <w:r>
        <w:rPr>
          <w:b/>
          <w:u w:val="single"/>
        </w:rPr>
        <w:t xml:space="preserve"> Market Readiness –</w:t>
      </w:r>
      <w:r w:rsidR="00D37C1C">
        <w:rPr>
          <w:b/>
          <w:u w:val="single"/>
        </w:rPr>
        <w:t xml:space="preserve"> Voluntary Code of Practice for PPA Market</w:t>
      </w:r>
    </w:p>
    <w:p w:rsidR="00CE3417" w:rsidRPr="007C21C3" w:rsidRDefault="00D41CEE">
      <w:pPr>
        <w:rPr>
          <w:b/>
          <w:u w:val="single"/>
        </w:rPr>
      </w:pPr>
      <w:r>
        <w:rPr>
          <w:b/>
          <w:u w:val="single"/>
        </w:rPr>
        <w:t>DECC</w:t>
      </w:r>
      <w:r w:rsidR="005876DD" w:rsidRPr="007C21C3">
        <w:rPr>
          <w:b/>
          <w:u w:val="single"/>
        </w:rPr>
        <w:t>, 1</w:t>
      </w:r>
      <w:r>
        <w:rPr>
          <w:b/>
          <w:u w:val="single"/>
        </w:rPr>
        <w:t>2</w:t>
      </w:r>
      <w:r w:rsidR="005876DD" w:rsidRPr="007C21C3">
        <w:rPr>
          <w:b/>
          <w:u w:val="single"/>
        </w:rPr>
        <w:t>:</w:t>
      </w:r>
      <w:r>
        <w:rPr>
          <w:b/>
          <w:u w:val="single"/>
        </w:rPr>
        <w:t>0</w:t>
      </w:r>
      <w:r w:rsidR="00144EF6">
        <w:rPr>
          <w:b/>
          <w:u w:val="single"/>
        </w:rPr>
        <w:t>0-1</w:t>
      </w:r>
      <w:r>
        <w:rPr>
          <w:b/>
          <w:u w:val="single"/>
        </w:rPr>
        <w:t>3</w:t>
      </w:r>
      <w:r w:rsidR="00144EF6">
        <w:rPr>
          <w:b/>
          <w:u w:val="single"/>
        </w:rPr>
        <w:t>:</w:t>
      </w:r>
      <w:r>
        <w:rPr>
          <w:b/>
          <w:u w:val="single"/>
        </w:rPr>
        <w:t>3</w:t>
      </w:r>
      <w:r w:rsidR="00144EF6">
        <w:rPr>
          <w:b/>
          <w:u w:val="single"/>
        </w:rPr>
        <w:t>0</w:t>
      </w:r>
      <w:r w:rsidR="005876DD" w:rsidRPr="007C21C3">
        <w:rPr>
          <w:b/>
          <w:u w:val="single"/>
        </w:rPr>
        <w:t xml:space="preserve">, </w:t>
      </w:r>
      <w:r>
        <w:rPr>
          <w:b/>
          <w:u w:val="single"/>
        </w:rPr>
        <w:t>3 September</w:t>
      </w:r>
      <w:r w:rsidR="005876DD" w:rsidRPr="007C21C3">
        <w:rPr>
          <w:b/>
          <w:u w:val="single"/>
        </w:rPr>
        <w:t xml:space="preserve"> 2013</w:t>
      </w:r>
    </w:p>
    <w:p w:rsidR="007C21C3" w:rsidRPr="007C21C3" w:rsidRDefault="007C21C3">
      <w:pPr>
        <w:rPr>
          <w:b/>
          <w:u w:val="single"/>
        </w:rPr>
      </w:pPr>
      <w:r w:rsidRPr="007C21C3">
        <w:rPr>
          <w:b/>
          <w:u w:val="single"/>
        </w:rPr>
        <w:t>Agenda</w:t>
      </w:r>
    </w:p>
    <w:p w:rsidR="00CE3417" w:rsidRDefault="00CE3417" w:rsidP="004E15E1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Welcome and introductions (all)</w:t>
      </w:r>
    </w:p>
    <w:p w:rsidR="00004287" w:rsidRDefault="00004287" w:rsidP="00004287">
      <w:pPr>
        <w:pStyle w:val="ListParagraph"/>
        <w:spacing w:line="360" w:lineRule="auto"/>
        <w:ind w:left="714"/>
      </w:pPr>
    </w:p>
    <w:p w:rsidR="00004287" w:rsidRDefault="00D41CEE" w:rsidP="00004287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Feedback from Steering Board Meeting</w:t>
      </w:r>
      <w:r w:rsidR="00004287">
        <w:t xml:space="preserve"> (</w:t>
      </w:r>
      <w:r>
        <w:t>Tim Warham</w:t>
      </w:r>
      <w:r w:rsidR="00004287">
        <w:t>)</w:t>
      </w:r>
    </w:p>
    <w:p w:rsidR="005C1FD9" w:rsidRDefault="005C1FD9" w:rsidP="005C1FD9">
      <w:pPr>
        <w:pStyle w:val="ListParagraph"/>
        <w:spacing w:line="360" w:lineRule="auto"/>
        <w:ind w:left="714"/>
      </w:pPr>
    </w:p>
    <w:p w:rsidR="00D41CEE" w:rsidRDefault="00C93C27" w:rsidP="00D41CEE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 xml:space="preserve">Discussion of </w:t>
      </w:r>
      <w:r w:rsidR="00D41CEE">
        <w:t>draft Guidelines document (all)</w:t>
      </w:r>
    </w:p>
    <w:p w:rsidR="00D41CEE" w:rsidRDefault="00D41CEE" w:rsidP="00D41CEE">
      <w:pPr>
        <w:pStyle w:val="ListParagraph"/>
      </w:pPr>
    </w:p>
    <w:p w:rsidR="0063257C" w:rsidRDefault="00004287" w:rsidP="00D41CEE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Reporting / Transparency (</w:t>
      </w:r>
      <w:r w:rsidR="00D41CEE">
        <w:t>Matt Coyne</w:t>
      </w:r>
      <w:r>
        <w:t>)</w:t>
      </w:r>
    </w:p>
    <w:p w:rsidR="00A1621A" w:rsidRDefault="00A1621A" w:rsidP="0063257C">
      <w:pPr>
        <w:pStyle w:val="ListParagraph"/>
        <w:spacing w:line="360" w:lineRule="auto"/>
      </w:pPr>
    </w:p>
    <w:p w:rsidR="00004287" w:rsidRDefault="00004287" w:rsidP="004E15E1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Next steps</w:t>
      </w:r>
    </w:p>
    <w:p w:rsidR="00004287" w:rsidRDefault="00004287" w:rsidP="00004287">
      <w:pPr>
        <w:pStyle w:val="ListParagraph"/>
        <w:spacing w:line="360" w:lineRule="auto"/>
        <w:ind w:left="714"/>
      </w:pPr>
    </w:p>
    <w:p w:rsidR="00861814" w:rsidRDefault="00861814" w:rsidP="004E15E1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A</w:t>
      </w:r>
      <w:r w:rsidR="00B914D5">
        <w:t>.</w:t>
      </w:r>
      <w:r>
        <w:t>O</w:t>
      </w:r>
      <w:r w:rsidR="00B914D5">
        <w:t>.</w:t>
      </w:r>
      <w:r>
        <w:t>B</w:t>
      </w:r>
      <w:r w:rsidR="00B914D5">
        <w:t>.</w:t>
      </w:r>
    </w:p>
    <w:sectPr w:rsidR="00861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91D61"/>
    <w:multiLevelType w:val="hybridMultilevel"/>
    <w:tmpl w:val="759450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17"/>
    <w:rsid w:val="00004287"/>
    <w:rsid w:val="001172EC"/>
    <w:rsid w:val="0014471C"/>
    <w:rsid w:val="00144EF6"/>
    <w:rsid w:val="00230A22"/>
    <w:rsid w:val="00280550"/>
    <w:rsid w:val="004E15E1"/>
    <w:rsid w:val="005876DD"/>
    <w:rsid w:val="005C1FD9"/>
    <w:rsid w:val="005F15FE"/>
    <w:rsid w:val="00621A15"/>
    <w:rsid w:val="0063257C"/>
    <w:rsid w:val="0073273E"/>
    <w:rsid w:val="00782016"/>
    <w:rsid w:val="007C21C3"/>
    <w:rsid w:val="00861814"/>
    <w:rsid w:val="0091325D"/>
    <w:rsid w:val="009175FE"/>
    <w:rsid w:val="00934C06"/>
    <w:rsid w:val="00A1621A"/>
    <w:rsid w:val="00B914D5"/>
    <w:rsid w:val="00C93C27"/>
    <w:rsid w:val="00CE3417"/>
    <w:rsid w:val="00D37C1C"/>
    <w:rsid w:val="00D41CEE"/>
    <w:rsid w:val="00F5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E416A447</Template>
  <TotalTime>1</TotalTime>
  <Pages>1</Pages>
  <Words>47</Words>
  <Characters>269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Coyne Matthew (Energy Markets and Networks)</dc:creator>
  <cp:lastModifiedBy>Crow Helena (Fuel Poverty &amp; Smart Meters)</cp:lastModifiedBy>
  <cp:revision>2</cp:revision>
  <cp:lastPrinted>2013-09-02T15:53:00Z</cp:lastPrinted>
  <dcterms:created xsi:type="dcterms:W3CDTF">2013-11-29T17:07:00Z</dcterms:created>
  <dcterms:modified xsi:type="dcterms:W3CDTF">2013-11-29T17:07:00Z</dcterms:modified>
</cp:coreProperties>
</file>